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31F" w:rsidRPr="005E5F1C" w:rsidRDefault="002F631F" w:rsidP="005E5F1C">
      <w:pPr>
        <w:jc w:val="center"/>
        <w:rPr>
          <w:b/>
          <w:sz w:val="32"/>
        </w:rPr>
      </w:pPr>
      <w:r w:rsidRPr="005E5F1C">
        <w:rPr>
          <w:b/>
          <w:sz w:val="32"/>
        </w:rPr>
        <w:t>Parent, Student, and Teacher Communication</w:t>
      </w:r>
    </w:p>
    <w:p w:rsidR="002F631F" w:rsidRDefault="002F631F" w:rsidP="005E5F1C">
      <w:pPr>
        <w:jc w:val="center"/>
      </w:pPr>
      <w:r>
        <w:t>Sarah Bauhs – 8</w:t>
      </w:r>
      <w:r w:rsidRPr="005E5F1C">
        <w:rPr>
          <w:vertAlign w:val="superscript"/>
        </w:rPr>
        <w:t>th</w:t>
      </w:r>
      <w:r>
        <w:t xml:space="preserve"> Grade Science, Hour ______</w:t>
      </w:r>
    </w:p>
    <w:p w:rsidR="002F631F" w:rsidRDefault="002F631F" w:rsidP="005E5F1C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1.8pt;width:107pt;height:107pt;z-index:-251658240;visibility:visible">
            <v:imagedata r:id="rId7" o:title=""/>
          </v:shape>
        </w:pict>
      </w:r>
      <w:smartTag w:uri="urn:schemas-microsoft-com:office:smarttags" w:element="place">
        <w:smartTag w:uri="urn:schemas-microsoft-com:office:smarttags" w:element="PlaceName">
          <w:r>
            <w:t>West</w:t>
          </w:r>
        </w:smartTag>
        <w:r>
          <w:t xml:space="preserve"> </w:t>
        </w:r>
        <w:smartTag w:uri="urn:schemas-microsoft-com:office:smarttags" w:element="PlaceName">
          <w:r>
            <w:t>Milwaukee</w:t>
          </w:r>
        </w:smartTag>
        <w:r>
          <w:t xml:space="preserve"> </w:t>
        </w:r>
        <w:smartTag w:uri="urn:schemas-microsoft-com:office:smarttags" w:element="PlaceName">
          <w:r>
            <w:t>Intermediate</w:t>
          </w:r>
        </w:smartTag>
        <w:r>
          <w:t xml:space="preserve"> </w:t>
        </w:r>
        <w:smartTag w:uri="urn:schemas-microsoft-com:office:smarttags" w:element="PlaceType">
          <w:r>
            <w:t>School</w:t>
          </w:r>
        </w:smartTag>
      </w:smartTag>
    </w:p>
    <w:p w:rsidR="002F631F" w:rsidRDefault="002F631F" w:rsidP="00AE3208">
      <w:pPr>
        <w:jc w:val="center"/>
      </w:pPr>
    </w:p>
    <w:p w:rsidR="002F631F" w:rsidRDefault="002F631F" w:rsidP="00AE3208">
      <w:pPr>
        <w:jc w:val="center"/>
      </w:pPr>
    </w:p>
    <w:p w:rsidR="002F631F" w:rsidRDefault="002F631F" w:rsidP="00AE3208">
      <w:pPr>
        <w:jc w:val="center"/>
      </w:pPr>
    </w:p>
    <w:p w:rsidR="002F631F" w:rsidRDefault="002F631F" w:rsidP="00AE3208">
      <w:pPr>
        <w:jc w:val="center"/>
      </w:pPr>
    </w:p>
    <w:p w:rsidR="002F631F" w:rsidRDefault="002F631F" w:rsidP="00AE3208">
      <w:pPr>
        <w:jc w:val="center"/>
      </w:pPr>
    </w:p>
    <w:p w:rsidR="002F631F" w:rsidRDefault="002F631F" w:rsidP="00AE3208">
      <w:pPr>
        <w:jc w:val="center"/>
      </w:pPr>
    </w:p>
    <w:p w:rsidR="002F631F" w:rsidRPr="004E1F0C" w:rsidRDefault="002F631F" w:rsidP="00AE3208">
      <w:r w:rsidRPr="004E1F0C">
        <w:t xml:space="preserve">I know that your child’s education and overall well-being is very important to you. It is to me too. To ensure his/her success in science class, open lines of </w:t>
      </w:r>
      <w:r>
        <w:t xml:space="preserve">communication will be necessary. This will allow you to keep </w:t>
      </w:r>
      <w:r w:rsidRPr="004E1F0C">
        <w:t>track of his/her progress and to understand what is going on in the classroom. I have tried to make these means of communication as simple and convenient for you as possible. Below, I have listed some of the best ways that we can accomplish this.</w:t>
      </w:r>
    </w:p>
    <w:p w:rsidR="002F631F" w:rsidRPr="004E1F0C" w:rsidRDefault="002F631F" w:rsidP="005E5F1C"/>
    <w:p w:rsidR="002F631F" w:rsidRDefault="002F631F" w:rsidP="005D2CE5">
      <w:pPr>
        <w:pStyle w:val="ListParagraph"/>
        <w:numPr>
          <w:ilvl w:val="0"/>
          <w:numId w:val="1"/>
        </w:numPr>
      </w:pPr>
      <w:r w:rsidRPr="004E1F0C">
        <w:t>Text-messaging</w:t>
      </w:r>
      <w:r>
        <w:t xml:space="preserve"> with Remind101</w:t>
      </w:r>
    </w:p>
    <w:p w:rsidR="002F631F" w:rsidRPr="004E1F0C" w:rsidRDefault="002F631F" w:rsidP="00AE3208"/>
    <w:p w:rsidR="002F631F" w:rsidRPr="004E1F0C" w:rsidRDefault="002F631F" w:rsidP="004E1F0C">
      <w:pPr>
        <w:pStyle w:val="ListParagraph"/>
        <w:numPr>
          <w:ilvl w:val="1"/>
          <w:numId w:val="1"/>
        </w:numPr>
      </w:pPr>
      <w:r w:rsidRPr="004E1F0C">
        <w:t xml:space="preserve">Text ______________________________ to (424) 543-6413. Follow the directions that are texted to you, which only involves you texting your full name so that you can be added to the class roster. You will receive </w:t>
      </w:r>
      <w:r>
        <w:t xml:space="preserve">Ms. Bauhs’ science class </w:t>
      </w:r>
      <w:r w:rsidRPr="004E1F0C">
        <w:t>notifications</w:t>
      </w:r>
      <w:r>
        <w:t xml:space="preserve">, which includes </w:t>
      </w:r>
      <w:r w:rsidRPr="004E1F0C">
        <w:t>the following information:</w:t>
      </w:r>
    </w:p>
    <w:p w:rsidR="002F631F" w:rsidRPr="004E1F0C" w:rsidRDefault="002F631F" w:rsidP="004E1F0C">
      <w:pPr>
        <w:pStyle w:val="ListParagraph"/>
        <w:numPr>
          <w:ilvl w:val="2"/>
          <w:numId w:val="1"/>
        </w:numPr>
      </w:pPr>
      <w:r w:rsidRPr="004E1F0C">
        <w:t>Reminders for upcoming tests, quizzes, and due dates</w:t>
      </w:r>
    </w:p>
    <w:p w:rsidR="002F631F" w:rsidRPr="004E1F0C" w:rsidRDefault="002F631F" w:rsidP="004E1F0C">
      <w:pPr>
        <w:pStyle w:val="ListParagraph"/>
        <w:numPr>
          <w:ilvl w:val="2"/>
          <w:numId w:val="1"/>
        </w:numPr>
      </w:pPr>
      <w:r w:rsidRPr="004E1F0C">
        <w:t>Reminders for bringing supplies for upcoming labs</w:t>
      </w:r>
    </w:p>
    <w:p w:rsidR="002F631F" w:rsidRPr="004E1F0C" w:rsidRDefault="002F631F" w:rsidP="004E1F0C">
      <w:pPr>
        <w:pStyle w:val="ListParagraph"/>
        <w:numPr>
          <w:ilvl w:val="2"/>
          <w:numId w:val="1"/>
        </w:numPr>
      </w:pPr>
      <w:r w:rsidRPr="004E1F0C">
        <w:t>Updates about new grades posted on Parent Portal Infinite Campus</w:t>
      </w:r>
    </w:p>
    <w:p w:rsidR="002F631F" w:rsidRPr="004E1F0C" w:rsidRDefault="002F631F" w:rsidP="004E1F0C">
      <w:pPr>
        <w:pStyle w:val="ListParagraph"/>
        <w:numPr>
          <w:ilvl w:val="2"/>
          <w:numId w:val="1"/>
        </w:numPr>
      </w:pPr>
      <w:r w:rsidRPr="004E1F0C">
        <w:t>Reminders about certain school-wide events</w:t>
      </w:r>
    </w:p>
    <w:p w:rsidR="002F631F" w:rsidRPr="004E1F0C" w:rsidRDefault="002F631F" w:rsidP="004E1F0C">
      <w:pPr>
        <w:pStyle w:val="ListParagraph"/>
        <w:numPr>
          <w:ilvl w:val="0"/>
          <w:numId w:val="1"/>
        </w:numPr>
      </w:pPr>
      <w:r w:rsidRPr="004E1F0C">
        <w:t>Phone</w:t>
      </w:r>
    </w:p>
    <w:p w:rsidR="002F631F" w:rsidRPr="004E1F0C" w:rsidRDefault="002F631F" w:rsidP="004E1F0C">
      <w:pPr>
        <w:pStyle w:val="ListParagraph"/>
        <w:numPr>
          <w:ilvl w:val="1"/>
          <w:numId w:val="1"/>
        </w:numPr>
      </w:pPr>
      <w:r w:rsidRPr="004E1F0C">
        <w:t>School phone number: (414) 604-3300 ext. 5016. If I don’t answer, please leave a message and I will return your call as soon as possible.</w:t>
      </w:r>
    </w:p>
    <w:p w:rsidR="002F631F" w:rsidRPr="004E1F0C" w:rsidRDefault="002F631F" w:rsidP="004E1F0C">
      <w:pPr>
        <w:pStyle w:val="ListParagraph"/>
        <w:numPr>
          <w:ilvl w:val="0"/>
          <w:numId w:val="1"/>
        </w:numPr>
      </w:pPr>
      <w:r w:rsidRPr="004E1F0C">
        <w:t>Email</w:t>
      </w:r>
    </w:p>
    <w:p w:rsidR="002F631F" w:rsidRDefault="002F631F" w:rsidP="004E1F0C">
      <w:pPr>
        <w:pStyle w:val="ListParagraph"/>
        <w:numPr>
          <w:ilvl w:val="1"/>
          <w:numId w:val="1"/>
        </w:numPr>
      </w:pPr>
      <w:r w:rsidRPr="004E1F0C">
        <w:t xml:space="preserve">School email address: </w:t>
      </w:r>
      <w:hyperlink r:id="rId8" w:history="1">
        <w:r w:rsidRPr="004E1F0C">
          <w:rPr>
            <w:rStyle w:val="Hyperlink"/>
          </w:rPr>
          <w:t>bauhss@wawm.k12.wi.us</w:t>
        </w:r>
      </w:hyperlink>
      <w:r w:rsidRPr="004E1F0C">
        <w:t>. I check my email multiple times per day on weekdays, so I will reply as soon as possible.</w:t>
      </w:r>
    </w:p>
    <w:p w:rsidR="002F631F" w:rsidRDefault="002F631F" w:rsidP="004E1F0C"/>
    <w:p w:rsidR="002F631F" w:rsidRDefault="002F631F" w:rsidP="004E1F0C">
      <w:r>
        <w:t>I am looking forward to connecting with you soon!</w:t>
      </w:r>
    </w:p>
    <w:p w:rsidR="002F631F" w:rsidRDefault="002F631F" w:rsidP="004E1F0C">
      <w:r>
        <w:t>Sincerely,</w:t>
      </w:r>
    </w:p>
    <w:p w:rsidR="002F631F" w:rsidRDefault="002F631F" w:rsidP="004E1F0C"/>
    <w:p w:rsidR="002F631F" w:rsidRDefault="002F631F" w:rsidP="004E1F0C"/>
    <w:p w:rsidR="002F631F" w:rsidRDefault="002F631F" w:rsidP="004E1F0C">
      <w:r>
        <w:t>Ms. Sarah Bauhs</w:t>
      </w:r>
    </w:p>
    <w:p w:rsidR="002F631F" w:rsidRDefault="002F631F" w:rsidP="004E1F0C">
      <w:r>
        <w:t xml:space="preserve">- - - - - - - - - - - - - - - - - - - - - - - - - - - - - - - - - - - - - - - - - - - - - - - - - - - - - - - - - - - - - - - - - - - - - - - - - - - - - - - - - - - - </w:t>
      </w:r>
    </w:p>
    <w:p w:rsidR="002F631F" w:rsidRPr="00B4144A" w:rsidRDefault="002F631F" w:rsidP="004E1F0C">
      <w:pPr>
        <w:rPr>
          <w:b/>
        </w:rPr>
      </w:pPr>
      <w:r w:rsidRPr="00B4144A">
        <w:rPr>
          <w:b/>
        </w:rPr>
        <w:t>I have read about the above methods for communicating with my child’s science teacher</w:t>
      </w:r>
    </w:p>
    <w:p w:rsidR="002F631F" w:rsidRPr="00B4144A" w:rsidRDefault="002F631F" w:rsidP="004E1F0C">
      <w:pPr>
        <w:rPr>
          <w:b/>
        </w:rPr>
      </w:pPr>
    </w:p>
    <w:p w:rsidR="002F631F" w:rsidRDefault="002F631F">
      <w:r>
        <w:t>__________________________________________</w:t>
      </w:r>
    </w:p>
    <w:p w:rsidR="002F631F" w:rsidRDefault="002F631F" w:rsidP="004E1F0C">
      <w:r>
        <w:t>Parent/Guardian Signature</w:t>
      </w:r>
    </w:p>
    <w:p w:rsidR="002F631F" w:rsidRDefault="002F631F" w:rsidP="004E1F0C"/>
    <w:p w:rsidR="002F631F" w:rsidRPr="00B4144A" w:rsidRDefault="002F631F" w:rsidP="004E1F0C">
      <w:pPr>
        <w:rPr>
          <w:b/>
        </w:rPr>
      </w:pPr>
      <w:r w:rsidRPr="00B4144A">
        <w:rPr>
          <w:b/>
        </w:rPr>
        <w:t xml:space="preserve">I have signed up to receive text messages with Remind101 (see directions in #1 above). </w:t>
      </w:r>
      <w:r>
        <w:rPr>
          <w:b/>
        </w:rPr>
        <w:t>*This is not required</w:t>
      </w:r>
    </w:p>
    <w:p w:rsidR="002F631F" w:rsidRDefault="002F631F" w:rsidP="004E1F0C"/>
    <w:p w:rsidR="002F631F" w:rsidRDefault="002F631F" w:rsidP="004E1F0C">
      <w:r>
        <w:t xml:space="preserve">__________________________________________ </w:t>
      </w:r>
      <w:r>
        <w:tab/>
        <w:t>__________________________________________</w:t>
      </w:r>
    </w:p>
    <w:p w:rsidR="002F631F" w:rsidRDefault="002F631F" w:rsidP="004E1F0C">
      <w:r>
        <w:t>Parent/Guardian Name</w:t>
      </w:r>
      <w:r>
        <w:tab/>
      </w:r>
      <w:r>
        <w:tab/>
      </w:r>
      <w:r>
        <w:tab/>
      </w:r>
      <w:r>
        <w:tab/>
      </w:r>
      <w:r>
        <w:tab/>
        <w:t>2</w:t>
      </w:r>
      <w:r w:rsidRPr="00AE3208">
        <w:rPr>
          <w:vertAlign w:val="superscript"/>
        </w:rPr>
        <w:t>nd</w:t>
      </w:r>
      <w:r>
        <w:t xml:space="preserve"> Parent/Guardian Name</w:t>
      </w:r>
    </w:p>
    <w:p w:rsidR="002F631F" w:rsidRDefault="002F631F" w:rsidP="004E1F0C"/>
    <w:p w:rsidR="002F631F" w:rsidRDefault="002F631F" w:rsidP="004E1F0C"/>
    <w:sectPr w:rsidR="002F631F" w:rsidSect="004E1F0C">
      <w:headerReference w:type="default" r:id="rId9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31F" w:rsidRDefault="002F631F">
      <w:r>
        <w:separator/>
      </w:r>
    </w:p>
  </w:endnote>
  <w:endnote w:type="continuationSeparator" w:id="0">
    <w:p w:rsidR="002F631F" w:rsidRDefault="002F63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31F" w:rsidRDefault="002F631F">
      <w:r>
        <w:separator/>
      </w:r>
    </w:p>
  </w:footnote>
  <w:footnote w:type="continuationSeparator" w:id="0">
    <w:p w:rsidR="002F631F" w:rsidRDefault="002F63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31F" w:rsidRDefault="002F631F">
    <w:pPr>
      <w:pStyle w:val="Header"/>
    </w:pPr>
    <w:r>
      <w:t>Student Name:</w:t>
    </w:r>
    <w:r>
      <w:tab/>
      <w:t>Date:</w:t>
    </w:r>
    <w:r>
      <w:tab/>
      <w:t>Hour: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944F2"/>
    <w:multiLevelType w:val="hybridMultilevel"/>
    <w:tmpl w:val="615A32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EA2B34"/>
    <w:multiLevelType w:val="hybridMultilevel"/>
    <w:tmpl w:val="71A43264"/>
    <w:lvl w:ilvl="0" w:tplc="CDCE15E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5F1C"/>
    <w:rsid w:val="002868D5"/>
    <w:rsid w:val="002B4A16"/>
    <w:rsid w:val="002F631F"/>
    <w:rsid w:val="00305CC2"/>
    <w:rsid w:val="00490428"/>
    <w:rsid w:val="004E1F0C"/>
    <w:rsid w:val="005D2CE5"/>
    <w:rsid w:val="005E5F1C"/>
    <w:rsid w:val="006849C8"/>
    <w:rsid w:val="0088247E"/>
    <w:rsid w:val="009733E4"/>
    <w:rsid w:val="00AE3208"/>
    <w:rsid w:val="00B4144A"/>
    <w:rsid w:val="00EA2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3E4"/>
    <w:rPr>
      <w:rFonts w:ascii="Calibri" w:hAnsi="Calibri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D2CE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4E1F0C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414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156A"/>
    <w:rPr>
      <w:rFonts w:ascii="Calibri" w:hAnsi="Calibri"/>
      <w:sz w:val="24"/>
      <w:szCs w:val="24"/>
    </w:rPr>
  </w:style>
  <w:style w:type="paragraph" w:styleId="Footer">
    <w:name w:val="footer"/>
    <w:basedOn w:val="Normal"/>
    <w:link w:val="FooterChar"/>
    <w:uiPriority w:val="99"/>
    <w:rsid w:val="00B414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156A"/>
    <w:rPr>
      <w:rFonts w:ascii="Calibri" w:hAnsi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uhss@wawm.k12.wi.u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2</Pages>
  <Words>315</Words>
  <Characters>1802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Parent, Student, and Teacher Communication</dc:title>
  <dc:subject/>
  <dc:creator>John Bauhs</dc:creator>
  <cp:keywords/>
  <dc:description/>
  <cp:lastModifiedBy>Administrator</cp:lastModifiedBy>
  <cp:revision>3</cp:revision>
  <dcterms:created xsi:type="dcterms:W3CDTF">2012-09-04T12:38:00Z</dcterms:created>
  <dcterms:modified xsi:type="dcterms:W3CDTF">2012-09-06T15:57:00Z</dcterms:modified>
</cp:coreProperties>
</file>